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E26" w:rsidRDefault="005F0E26" w:rsidP="0057708D">
      <w:pPr>
        <w:jc w:val="center"/>
        <w:rPr>
          <w:b/>
          <w:bCs/>
          <w:color w:val="FF0000"/>
          <w:sz w:val="52"/>
          <w:szCs w:val="52"/>
        </w:rPr>
      </w:pP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450.8pt;margin-top:-64.65pt;width:65.35pt;height:73.4pt;z-index:251658240" fillcolor="red"/>
        </w:pict>
      </w:r>
      <w:r w:rsidRPr="001E7D1D">
        <w:rPr>
          <w:b/>
          <w:bCs/>
          <w:color w:val="FF0000"/>
          <w:sz w:val="52"/>
          <w:szCs w:val="52"/>
          <w:highlight w:val="yellow"/>
        </w:rPr>
        <w:t>D1 Sätze</w:t>
      </w:r>
    </w:p>
    <w:p w:rsidR="005F0E26" w:rsidRDefault="005F0E26" w:rsidP="0057708D">
      <w:pPr>
        <w:jc w:val="center"/>
        <w:rPr>
          <w:b/>
          <w:bCs/>
          <w:color w:val="FF0000"/>
          <w:sz w:val="52"/>
          <w:szCs w:val="52"/>
        </w:rPr>
      </w:pPr>
      <w:r w:rsidRPr="00426DF6">
        <w:rPr>
          <w:b/>
          <w:bCs/>
          <w:color w:val="FF0000"/>
          <w:sz w:val="52"/>
          <w:szCs w:val="52"/>
          <w:highlight w:val="yellow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0pt;height:300pt">
            <v:imagedata r:id="rId5" o:title=""/>
          </v:shape>
        </w:pict>
      </w:r>
    </w:p>
    <w:p w:rsidR="005F0E26" w:rsidRPr="00426DF6" w:rsidRDefault="005F0E26" w:rsidP="0057708D">
      <w:pPr>
        <w:jc w:val="center"/>
        <w:rPr>
          <w:b/>
          <w:bCs/>
          <w:sz w:val="16"/>
          <w:szCs w:val="16"/>
        </w:rPr>
      </w:pPr>
      <w:r w:rsidRPr="00145C38">
        <w:rPr>
          <w:b/>
          <w:bCs/>
          <w:sz w:val="16"/>
          <w:szCs w:val="16"/>
        </w:rPr>
        <w:t>http://rlv.zcache.com/dieser_satz_kein_verb_tshirt-p235758166462358806abcgm_400.jpg</w:t>
      </w:r>
      <w:r>
        <w:rPr>
          <w:b/>
          <w:bCs/>
          <w:sz w:val="16"/>
          <w:szCs w:val="16"/>
        </w:rPr>
        <w:t>; 13.04.2011; 14.05 Uhr</w:t>
      </w:r>
    </w:p>
    <w:p w:rsidR="005F0E26" w:rsidRDefault="005F0E26" w:rsidP="00BA1210">
      <w:pPr>
        <w:ind w:left="1620" w:hanging="1620"/>
        <w:rPr>
          <w:sz w:val="28"/>
          <w:szCs w:val="28"/>
        </w:rPr>
      </w:pPr>
      <w:r>
        <w:rPr>
          <w:sz w:val="28"/>
          <w:szCs w:val="28"/>
        </w:rPr>
        <w:t xml:space="preserve">Materialien: </w:t>
      </w:r>
      <w:r>
        <w:rPr>
          <w:sz w:val="28"/>
          <w:szCs w:val="28"/>
        </w:rPr>
        <w:tab/>
        <w:t>z.B. Informatik bis zum Abitur; Paetec; (gelbes Buch) S.404 ff; Internet</w:t>
      </w:r>
    </w:p>
    <w:p w:rsidR="005F0E26" w:rsidRDefault="005F0E26" w:rsidP="00603580">
      <w:pPr>
        <w:rPr>
          <w:sz w:val="28"/>
          <w:szCs w:val="28"/>
        </w:rPr>
      </w:pPr>
      <w:r>
        <w:rPr>
          <w:sz w:val="28"/>
          <w:szCs w:val="28"/>
        </w:rPr>
        <w:t>Aufgaben:</w:t>
      </w:r>
    </w:p>
    <w:p w:rsidR="005F0E26" w:rsidRDefault="005F0E26" w:rsidP="0023180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Beschreiben Sie den Aufbau eines deutschen „Satzes“.</w:t>
      </w:r>
    </w:p>
    <w:p w:rsidR="005F0E26" w:rsidRDefault="005F0E26" w:rsidP="0023180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Erläutern Sie die Begriffe „Syntax“ und „Semantik“ von Sätzen.</w:t>
      </w:r>
    </w:p>
    <w:p w:rsidR="005F0E26" w:rsidRDefault="005F0E26" w:rsidP="0023180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Bestimmen Sie die Semantik des folgenden Satzes.</w:t>
      </w:r>
      <w:r>
        <w:rPr>
          <w:sz w:val="28"/>
          <w:szCs w:val="28"/>
        </w:rPr>
        <w:br/>
        <w:t>“Die Tür ist offen.“</w:t>
      </w:r>
      <w:r>
        <w:rPr>
          <w:sz w:val="28"/>
          <w:szCs w:val="28"/>
        </w:rPr>
        <w:br/>
        <w:t>Ist dieser Satz syntaktisch korrekt? Begründen Sie Ihre Entscheidung!</w:t>
      </w:r>
    </w:p>
    <w:p w:rsidR="005F0E26" w:rsidRDefault="005F0E26" w:rsidP="0023180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Notieren Sie einen „Satz“ (Programmteil) in einer beliebigen, Ihnen bekannten Programmiersprache mit der Bedeutung:</w:t>
      </w:r>
      <w:r>
        <w:rPr>
          <w:sz w:val="28"/>
          <w:szCs w:val="28"/>
        </w:rPr>
        <w:br/>
        <w:t>Addiere zu A die Zahl 2 solange bis A größer ist als 20. Beginne mit A=3.</w:t>
      </w:r>
    </w:p>
    <w:p w:rsidR="005F0E26" w:rsidRPr="00603580" w:rsidRDefault="005F0E26" w:rsidP="0023180F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Formulieren Sie eine geeignete Definition für den Begriff „Satz“!</w:t>
      </w:r>
    </w:p>
    <w:sectPr w:rsidR="005F0E26" w:rsidRPr="00603580" w:rsidSect="007F1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770077"/>
    <w:multiLevelType w:val="hybridMultilevel"/>
    <w:tmpl w:val="1152EB60"/>
    <w:lvl w:ilvl="0" w:tplc="CF08FA6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708D"/>
    <w:rsid w:val="00051C35"/>
    <w:rsid w:val="00145C38"/>
    <w:rsid w:val="00153604"/>
    <w:rsid w:val="001D6C32"/>
    <w:rsid w:val="001E7D1D"/>
    <w:rsid w:val="0023180F"/>
    <w:rsid w:val="00426DF6"/>
    <w:rsid w:val="005253AB"/>
    <w:rsid w:val="0057708D"/>
    <w:rsid w:val="005F0E26"/>
    <w:rsid w:val="00603580"/>
    <w:rsid w:val="007F1D7C"/>
    <w:rsid w:val="00854C88"/>
    <w:rsid w:val="009469F2"/>
    <w:rsid w:val="00972C5E"/>
    <w:rsid w:val="009C14DB"/>
    <w:rsid w:val="00B8154F"/>
    <w:rsid w:val="00BA1210"/>
    <w:rsid w:val="00C54AD5"/>
    <w:rsid w:val="00DA00A2"/>
    <w:rsid w:val="00DB7818"/>
    <w:rsid w:val="00F1291B"/>
    <w:rsid w:val="00F6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08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57708D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57708D"/>
    <w:pPr>
      <w:ind w:left="720"/>
    </w:pPr>
  </w:style>
  <w:style w:type="character" w:styleId="Hyperlink">
    <w:name w:val="Hyperlink"/>
    <w:basedOn w:val="DefaultParagraphFont"/>
    <w:uiPriority w:val="99"/>
    <w:rsid w:val="00145C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99</Words>
  <Characters>630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D1 Sätze</dc:title>
  <dc:subject/>
  <dc:creator>Silke Herbst</dc:creator>
  <cp:keywords/>
  <dc:description/>
  <cp:lastModifiedBy>fachgruppe</cp:lastModifiedBy>
  <cp:revision>8</cp:revision>
  <dcterms:created xsi:type="dcterms:W3CDTF">2011-04-13T11:12:00Z</dcterms:created>
  <dcterms:modified xsi:type="dcterms:W3CDTF">2011-04-13T12:08:00Z</dcterms:modified>
</cp:coreProperties>
</file>